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8E1D09">
        <w:rPr>
          <w:rFonts w:ascii="Arial" w:eastAsia="Times New Roman" w:hAnsi="Arial" w:cs="Arial"/>
          <w:b/>
          <w:sz w:val="24"/>
          <w:szCs w:val="24"/>
        </w:rPr>
        <w:t>8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</w:t>
      </w:r>
      <w:r w:rsidR="00EA79B9">
        <w:rPr>
          <w:rFonts w:ascii="Arial" w:eastAsia="Times New Roman" w:hAnsi="Arial" w:cs="Arial"/>
          <w:b/>
          <w:sz w:val="24"/>
          <w:szCs w:val="24"/>
        </w:rPr>
        <w:t>informațiile</w:t>
      </w:r>
      <w:r>
        <w:rPr>
          <w:rFonts w:ascii="Arial" w:eastAsia="Times New Roman" w:hAnsi="Arial" w:cs="Arial"/>
          <w:b/>
          <w:sz w:val="24"/>
          <w:szCs w:val="24"/>
        </w:rPr>
        <w:t xml:space="preserve">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(educație, sănătate, asistență și protecție socială,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 informației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de monitorizare a obiectivelor pe sectoare prioritare</w:t>
            </w:r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06" w:rsidRDefault="00931C06" w:rsidP="00EA0A34">
      <w:pPr>
        <w:spacing w:after="0" w:line="240" w:lineRule="auto"/>
      </w:pPr>
      <w:r>
        <w:separator/>
      </w:r>
    </w:p>
  </w:endnote>
  <w:endnote w:type="continuationSeparator" w:id="0">
    <w:p w:rsidR="00931C06" w:rsidRDefault="00931C06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06" w:rsidRDefault="00931C06" w:rsidP="00EA0A34">
      <w:pPr>
        <w:spacing w:after="0" w:line="240" w:lineRule="auto"/>
      </w:pPr>
      <w:r>
        <w:separator/>
      </w:r>
    </w:p>
  </w:footnote>
  <w:footnote w:type="continuationSeparator" w:id="0">
    <w:p w:rsidR="00931C06" w:rsidRDefault="00931C06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73EBCC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4193D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8658B"/>
    <w:rsid w:val="005905BC"/>
    <w:rsid w:val="005930C7"/>
    <w:rsid w:val="005952A5"/>
    <w:rsid w:val="005A640F"/>
    <w:rsid w:val="005D22E9"/>
    <w:rsid w:val="005E0120"/>
    <w:rsid w:val="005F7F59"/>
    <w:rsid w:val="00600D0F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6205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E1D09"/>
    <w:rsid w:val="008F2CC5"/>
    <w:rsid w:val="008F7A4C"/>
    <w:rsid w:val="00916E3F"/>
    <w:rsid w:val="00926A61"/>
    <w:rsid w:val="00931C06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E2934"/>
    <w:rsid w:val="009E5F77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42E5F"/>
    <w:rsid w:val="00E64334"/>
    <w:rsid w:val="00E8108F"/>
    <w:rsid w:val="00E83BAA"/>
    <w:rsid w:val="00E92E8A"/>
    <w:rsid w:val="00EA0A34"/>
    <w:rsid w:val="00EA1585"/>
    <w:rsid w:val="00EA57F0"/>
    <w:rsid w:val="00EA79B9"/>
    <w:rsid w:val="00EB369A"/>
    <w:rsid w:val="00EB467F"/>
    <w:rsid w:val="00EF139A"/>
    <w:rsid w:val="00EF20EE"/>
    <w:rsid w:val="00F32080"/>
    <w:rsid w:val="00F50238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3</cp:revision>
  <dcterms:created xsi:type="dcterms:W3CDTF">2018-10-02T09:44:00Z</dcterms:created>
  <dcterms:modified xsi:type="dcterms:W3CDTF">2018-10-04T06:44:00Z</dcterms:modified>
</cp:coreProperties>
</file>